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AC1A1C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390A45" w:rsidRPr="00390A45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390A45" w:rsidRPr="00390A45">
        <w:rPr>
          <w:b/>
          <w:sz w:val="24"/>
        </w:rPr>
        <w:t>BP.271.26.2020.BS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390A45" w:rsidRPr="00390A45">
        <w:rPr>
          <w:b/>
        </w:rPr>
        <w:t>przetarg nieograniczony</w:t>
      </w:r>
      <w:r w:rsidR="00753DC1">
        <w:t xml:space="preserve"> na:</w:t>
      </w:r>
    </w:p>
    <w:p w:rsidR="0000184A" w:rsidRDefault="00390A45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390A45">
        <w:rPr>
          <w:b/>
          <w:sz w:val="24"/>
          <w:szCs w:val="24"/>
        </w:rPr>
        <w:t>Tężnia solankowa w Parku Śremskich Odlewników w Śremie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390A45" w:rsidRPr="00390A45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390A45" w:rsidRPr="00390A45">
        <w:rPr>
          <w:sz w:val="24"/>
          <w:szCs w:val="24"/>
        </w:rPr>
        <w:t>(t.j. Dz.U. z 2019 r. poz. 1843)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390A45" w:rsidRPr="00390A45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003" w:rsidRDefault="00CC1003">
      <w:r>
        <w:separator/>
      </w:r>
    </w:p>
  </w:endnote>
  <w:endnote w:type="continuationSeparator" w:id="0">
    <w:p w:rsidR="00CC1003" w:rsidRDefault="00CC1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AC1A1C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226BD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226BD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A45" w:rsidRDefault="00390A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003" w:rsidRDefault="00CC1003">
      <w:r>
        <w:separator/>
      </w:r>
    </w:p>
  </w:footnote>
  <w:footnote w:type="continuationSeparator" w:id="0">
    <w:p w:rsidR="00CC1003" w:rsidRDefault="00CC1003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A45" w:rsidRDefault="00390A4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A45" w:rsidRDefault="00390A4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A45" w:rsidRDefault="00390A4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003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90A45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C1A1C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1003"/>
    <w:rsid w:val="00CC527A"/>
    <w:rsid w:val="00D74F94"/>
    <w:rsid w:val="00DD482A"/>
    <w:rsid w:val="00DE0396"/>
    <w:rsid w:val="00DE0405"/>
    <w:rsid w:val="00DE252B"/>
    <w:rsid w:val="00E226BD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5698E-4C50-46BF-B86A-DBA17C762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188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2010-01-07T08:39:00Z</cp:lastPrinted>
  <dcterms:created xsi:type="dcterms:W3CDTF">2020-08-26T07:18:00Z</dcterms:created>
  <dcterms:modified xsi:type="dcterms:W3CDTF">2020-08-26T07:18:00Z</dcterms:modified>
</cp:coreProperties>
</file>